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ascii="黑体" w:hAnsi="黑体" w:eastAsia="黑体" w:cs="黑体"/>
          <w:color w:val="auto"/>
          <w:sz w:val="28"/>
          <w:u w:val="none"/>
        </w:rPr>
        <w:t>信息化建设</w: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28"/>
          <w:szCs w:val="28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2022年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2月</w:t>
      </w:r>
    </w:p>
    <w:p>
      <w:pPr>
        <w:pStyle w:val="14"/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pStyle w:val="45"/>
        <w:spacing w:line="240" w:lineRule="auto"/>
        <w:rPr>
          <w:rFonts w:hint="eastAsia"/>
        </w:rPr>
      </w:pPr>
      <w:r>
        <w:rPr>
          <w:rFonts w:hint="eastAsia"/>
        </w:rPr>
        <w:t>一、项目基本情况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为进一步适应新时代检察改革新形势、新要求，积极适应以大数据推动经济社会、完善社会治理的大趋势，聚焦坚持科技引领、信息支撑，以促进司法办案提质增效为着力点，以“智慧检务”建设为突破口，以电子检务工程建设为抓手，全面推进现代科技与检察工作深度融合，促进检察工作提质增效，更好地维护司法公正、提升司法能力、强化司法监督、规范司法行为、深化司法公开，实现检察工作的与时俱进和创新发展。根据最高人民检察院《关于印发《“十三五”时期科技强检规划纲要》的通知》（高检发技字〔2016〕5号）要求。要强化基础网络建设，优化网络结构，提升网络传输质量，加固网络安全防护，在网络层面实现上下贯通和内外交换，构建检察机关安全高效的检察网络体系；要构建全面覆盖的智慧检务应用体系，充分利用基于大数据的智能服务等技术手段，为分析决策、司法办案、检务保障、科技信息管理、检务公开和为民服务等工作提供智能应用系统和装备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项目负责人：谢健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联系人：秦琦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联系电话：025-58622895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  <w:bookmarkStart w:id="10" w:name="_GoBack"/>
      <w:bookmarkEnd w:id="10"/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700000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：700000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88925441"/>
      <w:bookmarkStart w:id="1" w:name="_Toc490218263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：90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完成及时性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本院在职人员满意度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检察司法保障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检察工作效能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上级检察机关满意度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质量达标率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105.26%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-5.26%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实际完成率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105.26%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-5.26%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105.26%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-5.26%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52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BA2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115305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semiHidden="0" w:name="Table Web 2"/>
    <w:lsdException w:uiPriority="99" w:semiHidden="0" w:name="Table Web 3"/>
    <w:lsdException w:qFormat="1" w:uiPriority="99" w:semiHidden="0" w:name="Balloon Text"/>
    <w:lsdException w:qFormat="1" w:uiPriority="5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C7C2B-7E89-45C9-BEBF-6F8E05AE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4</Pages>
  <Words>167</Words>
  <Characters>952</Characters>
  <Lines>7</Lines>
  <Paragraphs>2</Paragraphs>
  <TotalTime>25</TotalTime>
  <ScaleCrop>false</ScaleCrop>
  <LinksUpToDate>false</LinksUpToDate>
  <CharactersWithSpaces>1117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</cp:lastModifiedBy>
  <cp:lastPrinted>2017-07-28T05:17:00Z</cp:lastPrinted>
  <dcterms:modified xsi:type="dcterms:W3CDTF">2022-02-28T03:10:58Z</dcterms:modified>
  <dc:title>上海市促进文化创意产业发展财政扶持资金浦东新区配套资金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